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C74D2" w14:textId="1C18179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7216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7216F">
        <w:rPr>
          <w:rFonts w:ascii="Corbel" w:hAnsi="Corbel"/>
          <w:bCs/>
          <w:i/>
        </w:rPr>
        <w:t>23</w:t>
      </w:r>
    </w:p>
    <w:p w14:paraId="07BA7C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1E26B9" w14:textId="77777777" w:rsidR="00B420CC" w:rsidRDefault="0071620A" w:rsidP="00B420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20CC">
        <w:rPr>
          <w:rFonts w:ascii="Corbel" w:hAnsi="Corbel"/>
          <w:i/>
          <w:smallCaps/>
          <w:sz w:val="24"/>
          <w:szCs w:val="24"/>
        </w:rPr>
        <w:t>2024-2027</w:t>
      </w:r>
    </w:p>
    <w:p w14:paraId="184F9648" w14:textId="53C5D8E2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045102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89E417" w14:textId="259BEF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B420CC">
        <w:rPr>
          <w:rFonts w:ascii="Corbel" w:hAnsi="Corbel"/>
          <w:sz w:val="20"/>
          <w:szCs w:val="20"/>
        </w:rPr>
        <w:t>4</w:t>
      </w:r>
      <w:r w:rsidR="000A16C0">
        <w:rPr>
          <w:rFonts w:ascii="Corbel" w:hAnsi="Corbel"/>
          <w:sz w:val="20"/>
          <w:szCs w:val="20"/>
        </w:rPr>
        <w:t>/202</w:t>
      </w:r>
      <w:r w:rsidR="00B420CC">
        <w:rPr>
          <w:rFonts w:ascii="Corbel" w:hAnsi="Corbel"/>
          <w:sz w:val="20"/>
          <w:szCs w:val="20"/>
        </w:rPr>
        <w:t>5</w:t>
      </w:r>
    </w:p>
    <w:p w14:paraId="29000F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508D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62FC65" w14:textId="77777777" w:rsidTr="00B819C8">
        <w:tc>
          <w:tcPr>
            <w:tcW w:w="2694" w:type="dxa"/>
            <w:vAlign w:val="center"/>
          </w:tcPr>
          <w:p w14:paraId="674A6F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937E5A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76706B49" w14:textId="77777777" w:rsidTr="00B819C8">
        <w:tc>
          <w:tcPr>
            <w:tcW w:w="2694" w:type="dxa"/>
            <w:vAlign w:val="center"/>
          </w:tcPr>
          <w:p w14:paraId="06795C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EA65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46606920" w14:textId="77777777" w:rsidTr="00B819C8">
        <w:tc>
          <w:tcPr>
            <w:tcW w:w="2694" w:type="dxa"/>
            <w:vAlign w:val="center"/>
          </w:tcPr>
          <w:p w14:paraId="51D0D052" w14:textId="77777777" w:rsidR="006B6F77" w:rsidRPr="009C54AE" w:rsidRDefault="003108B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B6F7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B6F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D4BCEB" w14:textId="77777777"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66C90DE5" w14:textId="77777777" w:rsidTr="00B819C8">
        <w:tc>
          <w:tcPr>
            <w:tcW w:w="2694" w:type="dxa"/>
            <w:vAlign w:val="center"/>
          </w:tcPr>
          <w:p w14:paraId="7BADBDB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545EE3" w14:textId="77777777"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6B6F77" w:rsidRPr="009C54AE" w14:paraId="3DE95B14" w14:textId="77777777" w:rsidTr="00B819C8">
        <w:tc>
          <w:tcPr>
            <w:tcW w:w="2694" w:type="dxa"/>
            <w:vAlign w:val="center"/>
          </w:tcPr>
          <w:p w14:paraId="4A26E57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3D761F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14:paraId="77D9E7A1" w14:textId="77777777" w:rsidTr="00B819C8">
        <w:tc>
          <w:tcPr>
            <w:tcW w:w="2694" w:type="dxa"/>
            <w:vAlign w:val="center"/>
          </w:tcPr>
          <w:p w14:paraId="3C57E39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3AD3E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14:paraId="6E93FBB0" w14:textId="77777777" w:rsidTr="00B819C8">
        <w:tc>
          <w:tcPr>
            <w:tcW w:w="2694" w:type="dxa"/>
            <w:vAlign w:val="center"/>
          </w:tcPr>
          <w:p w14:paraId="7D980FF5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A92F9A" w14:textId="77777777" w:rsidR="006B6F77" w:rsidRPr="008A319B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A319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 w:rsidRPr="008A31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B6F77" w:rsidRPr="009C54AE" w14:paraId="5119B97A" w14:textId="77777777" w:rsidTr="00B819C8">
        <w:tc>
          <w:tcPr>
            <w:tcW w:w="2694" w:type="dxa"/>
            <w:vAlign w:val="center"/>
          </w:tcPr>
          <w:p w14:paraId="3E2B797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06F47" w14:textId="21659FFB" w:rsidR="006B6F77" w:rsidRPr="008A319B" w:rsidRDefault="000C16CC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31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6F77" w:rsidRPr="008A319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E581E" w:rsidRPr="008A319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B6F77" w:rsidRPr="009C54AE" w14:paraId="2916101C" w14:textId="77777777" w:rsidTr="00B819C8">
        <w:tc>
          <w:tcPr>
            <w:tcW w:w="2694" w:type="dxa"/>
            <w:vAlign w:val="center"/>
          </w:tcPr>
          <w:p w14:paraId="62ED707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0125DB" w14:textId="77777777" w:rsidR="006B6F77" w:rsidRPr="008A319B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319B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 w:rsidRPr="008A319B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7CFA1856" w14:textId="77777777" w:rsidTr="00B819C8">
        <w:tc>
          <w:tcPr>
            <w:tcW w:w="2694" w:type="dxa"/>
            <w:vAlign w:val="center"/>
          </w:tcPr>
          <w:p w14:paraId="4E74DBEF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2650E3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14:paraId="55C474BF" w14:textId="77777777" w:rsidTr="00B819C8">
        <w:tc>
          <w:tcPr>
            <w:tcW w:w="2694" w:type="dxa"/>
            <w:vAlign w:val="center"/>
          </w:tcPr>
          <w:p w14:paraId="21848F75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804ADA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14:paraId="04076FD1" w14:textId="77777777" w:rsidTr="00B819C8">
        <w:tc>
          <w:tcPr>
            <w:tcW w:w="2694" w:type="dxa"/>
            <w:vAlign w:val="center"/>
          </w:tcPr>
          <w:p w14:paraId="6CBF9E6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D89AD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14:paraId="669FEA9B" w14:textId="77777777" w:rsidTr="00B819C8">
        <w:tc>
          <w:tcPr>
            <w:tcW w:w="2694" w:type="dxa"/>
            <w:vAlign w:val="center"/>
          </w:tcPr>
          <w:p w14:paraId="2C5960B8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E04ABB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F834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F44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5772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E2AB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21DF7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1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E8E8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F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53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E1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B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D2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46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B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59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74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45AF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C727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0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268C" w14:textId="77777777" w:rsidR="00015B8F" w:rsidRPr="009C54AE" w:rsidRDefault="003108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BD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50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3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7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54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6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D63E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A16DBA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3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7F0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E5F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237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9E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CA9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8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D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9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A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F6C4F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EEB28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4503B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BA52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EB62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28A5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4F0B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1849BA7" w14:textId="77777777"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75429E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99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9696EB" w14:textId="77777777" w:rsidTr="00745302">
        <w:tc>
          <w:tcPr>
            <w:tcW w:w="9670" w:type="dxa"/>
          </w:tcPr>
          <w:p w14:paraId="5B5DCE38" w14:textId="77777777"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14:paraId="38BD19E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888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0827E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F0A2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805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471C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9049F90" w14:textId="77777777" w:rsidTr="00923D7D">
        <w:tc>
          <w:tcPr>
            <w:tcW w:w="851" w:type="dxa"/>
            <w:vAlign w:val="center"/>
          </w:tcPr>
          <w:p w14:paraId="301B2D5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A61F1F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14:paraId="7DEAE8A1" w14:textId="77777777" w:rsidTr="00923D7D">
        <w:tc>
          <w:tcPr>
            <w:tcW w:w="851" w:type="dxa"/>
            <w:vAlign w:val="center"/>
          </w:tcPr>
          <w:p w14:paraId="116A0CBD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5B2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14:paraId="5628D552" w14:textId="77777777" w:rsidTr="00923D7D">
        <w:tc>
          <w:tcPr>
            <w:tcW w:w="851" w:type="dxa"/>
            <w:vAlign w:val="center"/>
          </w:tcPr>
          <w:p w14:paraId="37EB66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D4435B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14:paraId="778C8D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2796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C102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D263B" w14:textId="77777777" w:rsidTr="0071620A">
        <w:tc>
          <w:tcPr>
            <w:tcW w:w="1701" w:type="dxa"/>
            <w:vAlign w:val="center"/>
          </w:tcPr>
          <w:p w14:paraId="629AD3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00028" w14:textId="77777777"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302DCA4" w14:textId="77777777"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FD75E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EBED1" w14:textId="77777777" w:rsidTr="005E6E85">
        <w:tc>
          <w:tcPr>
            <w:tcW w:w="1701" w:type="dxa"/>
          </w:tcPr>
          <w:p w14:paraId="649089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7E5214B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14:paraId="4C3AEE9F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14:paraId="0BE12255" w14:textId="77777777"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5DDFA9" w14:textId="77777777" w:rsidTr="005E6E85">
        <w:tc>
          <w:tcPr>
            <w:tcW w:w="1701" w:type="dxa"/>
          </w:tcPr>
          <w:p w14:paraId="201B2A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3FEA29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14:paraId="28070827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14:paraId="30D091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CD2037" w14:textId="77777777" w:rsidTr="005E6E85">
        <w:tc>
          <w:tcPr>
            <w:tcW w:w="1701" w:type="dxa"/>
          </w:tcPr>
          <w:p w14:paraId="485A23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50AD5B6" w14:textId="77777777"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14:paraId="4BB592C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14:paraId="0FCD2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14:paraId="31EA34CE" w14:textId="77777777" w:rsidTr="005E6E85">
        <w:tc>
          <w:tcPr>
            <w:tcW w:w="1701" w:type="dxa"/>
          </w:tcPr>
          <w:p w14:paraId="7459B8A4" w14:textId="77777777"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10D638A" w14:textId="77777777"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14:paraId="69B077A0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00F88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68A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68FB4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18CC2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2E85A5" w14:textId="77777777" w:rsidTr="00923D7D">
        <w:tc>
          <w:tcPr>
            <w:tcW w:w="9639" w:type="dxa"/>
          </w:tcPr>
          <w:p w14:paraId="2C5CFBA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11F9D1F" w14:textId="77777777" w:rsidTr="00923D7D">
        <w:tc>
          <w:tcPr>
            <w:tcW w:w="9639" w:type="dxa"/>
          </w:tcPr>
          <w:p w14:paraId="41C9ADDC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59314EE1" w14:textId="77777777" w:rsidTr="00923D7D">
        <w:tc>
          <w:tcPr>
            <w:tcW w:w="9639" w:type="dxa"/>
          </w:tcPr>
          <w:p w14:paraId="64DBA40C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046A0FBE" w14:textId="77777777" w:rsidTr="00923D7D">
        <w:tc>
          <w:tcPr>
            <w:tcW w:w="9639" w:type="dxa"/>
          </w:tcPr>
          <w:p w14:paraId="53ABE481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3EAAE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3789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966C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C8941" w14:textId="77777777" w:rsidTr="00923D7D">
        <w:tc>
          <w:tcPr>
            <w:tcW w:w="9639" w:type="dxa"/>
          </w:tcPr>
          <w:p w14:paraId="73CC31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C3321C" w14:textId="77777777" w:rsidTr="00923D7D">
        <w:tc>
          <w:tcPr>
            <w:tcW w:w="9639" w:type="dxa"/>
          </w:tcPr>
          <w:p w14:paraId="3F4A76FA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4C44FB89" w14:textId="77777777" w:rsidTr="00923D7D">
        <w:tc>
          <w:tcPr>
            <w:tcW w:w="9639" w:type="dxa"/>
          </w:tcPr>
          <w:p w14:paraId="2966151E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14:paraId="7FFA18A4" w14:textId="77777777" w:rsidTr="00923D7D">
        <w:tc>
          <w:tcPr>
            <w:tcW w:w="9639" w:type="dxa"/>
          </w:tcPr>
          <w:p w14:paraId="0D72963B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14:paraId="12536DDC" w14:textId="77777777" w:rsidTr="00923D7D">
        <w:tc>
          <w:tcPr>
            <w:tcW w:w="9639" w:type="dxa"/>
          </w:tcPr>
          <w:p w14:paraId="38904929" w14:textId="51A668F9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</w:t>
            </w:r>
            <w:r w:rsidR="00210CAE">
              <w:rPr>
                <w:rFonts w:ascii="Corbel" w:hAnsi="Corbel"/>
                <w:sz w:val="24"/>
                <w:szCs w:val="24"/>
              </w:rPr>
              <w:t>w sytuacji zawodowych</w:t>
            </w:r>
          </w:p>
        </w:tc>
      </w:tr>
      <w:tr w:rsidR="001F1BD9" w:rsidRPr="009C54AE" w14:paraId="0E9BFF6A" w14:textId="77777777" w:rsidTr="00923D7D">
        <w:tc>
          <w:tcPr>
            <w:tcW w:w="9639" w:type="dxa"/>
          </w:tcPr>
          <w:p w14:paraId="25AA3ABC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zawodowych.</w:t>
            </w:r>
          </w:p>
        </w:tc>
      </w:tr>
    </w:tbl>
    <w:p w14:paraId="5A8EA9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47881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8FC247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1D20B2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227C0C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0121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5CBA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75FE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C3E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F59D5F" w14:textId="77777777" w:rsidTr="00C05F44">
        <w:tc>
          <w:tcPr>
            <w:tcW w:w="1985" w:type="dxa"/>
            <w:vAlign w:val="center"/>
          </w:tcPr>
          <w:p w14:paraId="19D66E9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5E65D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7687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2CDCE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2296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A5C15CC" w14:textId="77777777" w:rsidTr="00C05F44">
        <w:tc>
          <w:tcPr>
            <w:tcW w:w="1985" w:type="dxa"/>
          </w:tcPr>
          <w:p w14:paraId="62A33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5D8A2F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18AF168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368C317D" w14:textId="77777777" w:rsidTr="00C05F44">
        <w:tc>
          <w:tcPr>
            <w:tcW w:w="1985" w:type="dxa"/>
          </w:tcPr>
          <w:p w14:paraId="29BD05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9B43FA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068BA6D7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3D3F687E" w14:textId="77777777" w:rsidTr="00C05F44">
        <w:tc>
          <w:tcPr>
            <w:tcW w:w="1985" w:type="dxa"/>
          </w:tcPr>
          <w:p w14:paraId="3B5368C5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E717A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183ED9E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3D820A3D" w14:textId="77777777" w:rsidTr="00C05F44">
        <w:tc>
          <w:tcPr>
            <w:tcW w:w="1985" w:type="dxa"/>
          </w:tcPr>
          <w:p w14:paraId="4498760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7F5B295" w14:textId="77777777"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17D0BA26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0CF96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E82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AA93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A0C45E" w14:textId="77777777" w:rsidTr="00923D7D">
        <w:tc>
          <w:tcPr>
            <w:tcW w:w="9670" w:type="dxa"/>
          </w:tcPr>
          <w:p w14:paraId="7BE200E8" w14:textId="77777777" w:rsidR="00F649CD" w:rsidRPr="009C54AE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49C1DD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309EFF3F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14:paraId="5EB2E40F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0FE3FAEE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381E2A05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783EC613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1B41B2F4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427AEB6B" w14:textId="77777777" w:rsidR="00923D7D" w:rsidRPr="009C54AE" w:rsidRDefault="00F6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00A64B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9A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089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C41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5B35342" w14:textId="77777777" w:rsidTr="003E1941">
        <w:tc>
          <w:tcPr>
            <w:tcW w:w="4962" w:type="dxa"/>
            <w:vAlign w:val="center"/>
          </w:tcPr>
          <w:p w14:paraId="724CA1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CFF9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0DCCFC" w14:textId="77777777" w:rsidTr="00923D7D">
        <w:tc>
          <w:tcPr>
            <w:tcW w:w="4962" w:type="dxa"/>
          </w:tcPr>
          <w:p w14:paraId="0B8DEF3C" w14:textId="634CE83F" w:rsidR="0085747A" w:rsidRPr="009C54AE" w:rsidRDefault="00C61DC5" w:rsidP="0047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1F9115" w14:textId="77777777" w:rsidR="0085747A" w:rsidRPr="009C54AE" w:rsidRDefault="003108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F8E47" w14:textId="77777777" w:rsidTr="00923D7D">
        <w:tc>
          <w:tcPr>
            <w:tcW w:w="4962" w:type="dxa"/>
          </w:tcPr>
          <w:p w14:paraId="017DD1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CD13A4" w14:textId="25FBF3E7" w:rsidR="00C61DC5" w:rsidRPr="009C54AE" w:rsidRDefault="00177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72302FB" w14:textId="77777777" w:rsidR="00177D08" w:rsidRDefault="00177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7751F3" w14:textId="14DFD9AF" w:rsidR="00C61DC5" w:rsidRPr="009C54AE" w:rsidRDefault="00262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03DBE49" w14:textId="77777777" w:rsidTr="00923D7D">
        <w:tc>
          <w:tcPr>
            <w:tcW w:w="4962" w:type="dxa"/>
          </w:tcPr>
          <w:p w14:paraId="4A51F9B5" w14:textId="77777777"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14:paraId="45E56C45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D7772E7" w14:textId="683D9364" w:rsidR="00C61DC5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AF7B44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3A7FC79C" w14:textId="111D12E3" w:rsidR="005D7AE6" w:rsidRPr="009C54AE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3196E48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A8AC5B" w14:textId="77777777" w:rsidR="005D7AE6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8DDA1" w14:textId="16FE5F47" w:rsidR="00C61DC5" w:rsidRDefault="00262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68B104E" w14:textId="2E5C5F60" w:rsidR="00521B98" w:rsidRDefault="006A0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FFD3741" w14:textId="3EACE982" w:rsidR="005D7AE6" w:rsidRPr="009C54AE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CAFE7D" w14:textId="77777777" w:rsidTr="00923D7D">
        <w:tc>
          <w:tcPr>
            <w:tcW w:w="4962" w:type="dxa"/>
          </w:tcPr>
          <w:p w14:paraId="3BB9D2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C027FD" w14:textId="744A6555" w:rsidR="0085747A" w:rsidRPr="009C54AE" w:rsidRDefault="006A0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183BB6D" w14:textId="77777777" w:rsidTr="00923D7D">
        <w:tc>
          <w:tcPr>
            <w:tcW w:w="4962" w:type="dxa"/>
          </w:tcPr>
          <w:p w14:paraId="0691B2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709EAB" w14:textId="77777777"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BA33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466C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78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4AAD8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CF2ED31" w14:textId="77777777" w:rsidTr="0071620A">
        <w:trPr>
          <w:trHeight w:val="397"/>
        </w:trPr>
        <w:tc>
          <w:tcPr>
            <w:tcW w:w="3544" w:type="dxa"/>
          </w:tcPr>
          <w:p w14:paraId="294426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81CF1A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1AB150" w14:textId="77777777" w:rsidTr="0071620A">
        <w:trPr>
          <w:trHeight w:val="397"/>
        </w:trPr>
        <w:tc>
          <w:tcPr>
            <w:tcW w:w="3544" w:type="dxa"/>
          </w:tcPr>
          <w:p w14:paraId="7E8234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378CA0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511261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E82D7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E4713" w14:textId="77777777" w:rsidR="00F649CD" w:rsidRDefault="00F649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77F2" w:rsidRPr="009C54AE" w14:paraId="5AF248D6" w14:textId="77777777" w:rsidTr="005D56B3">
        <w:trPr>
          <w:trHeight w:val="397"/>
        </w:trPr>
        <w:tc>
          <w:tcPr>
            <w:tcW w:w="7513" w:type="dxa"/>
          </w:tcPr>
          <w:p w14:paraId="6E997CFD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5CF4FE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wrażenia. Strategie autoprezentacyjne 2017, Gdańskie Wydawnictwo Psychologiczne, Gdańsk 2017</w:t>
            </w:r>
          </w:p>
          <w:p w14:paraId="362F6A26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2007, Część IV – sztuka komunikowania się w sytuacjach towarzyskich, s 190-219.</w:t>
            </w:r>
          </w:p>
          <w:p w14:paraId="5407FE48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Savoir-vivre, czyli jak ułatwić sobie życie, Wydawnictwo BOSZ, Olszanica 2018</w:t>
            </w:r>
          </w:p>
          <w:p w14:paraId="51B2FF20" w14:textId="77777777" w:rsidR="004177F2" w:rsidRPr="009C54AE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77F2" w:rsidRPr="009C54AE" w14:paraId="6ECD8DB1" w14:textId="77777777" w:rsidTr="005D56B3">
        <w:trPr>
          <w:trHeight w:val="397"/>
        </w:trPr>
        <w:tc>
          <w:tcPr>
            <w:tcW w:w="7513" w:type="dxa"/>
          </w:tcPr>
          <w:p w14:paraId="1BE12E42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B85EC3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To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14:paraId="44182EF0" w14:textId="7C4AE74C" w:rsidR="004177F2" w:rsidRPr="001F521D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Polański G. , Pokolenia X i Y. Kompetencje społeczne. Mediatyzacja codzienności, Wydawnictwo Uniwersytetu Rzeszowskiego, Rzeszów 2021; rozdział: </w:t>
            </w:r>
            <w:r w:rsidR="00210CAE">
              <w:rPr>
                <w:rFonts w:ascii="Corbel" w:hAnsi="Corbel"/>
                <w:b w:val="0"/>
                <w:smallCaps w:val="0"/>
                <w:szCs w:val="24"/>
              </w:rPr>
              <w:t>Kompetencje społeczne – poję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cie i uwarunkowania rozwoju, s. 61-95.</w:t>
            </w:r>
          </w:p>
        </w:tc>
      </w:tr>
    </w:tbl>
    <w:p w14:paraId="5EC1BDB4" w14:textId="77777777" w:rsidR="00F649CD" w:rsidRPr="009C54AE" w:rsidRDefault="00F649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978C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E18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4A6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6AD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37BB6" w14:textId="77777777" w:rsidR="00F10163" w:rsidRDefault="00F10163" w:rsidP="00C16ABF">
      <w:pPr>
        <w:spacing w:after="0" w:line="240" w:lineRule="auto"/>
      </w:pPr>
      <w:r>
        <w:separator/>
      </w:r>
    </w:p>
  </w:endnote>
  <w:endnote w:type="continuationSeparator" w:id="0">
    <w:p w14:paraId="60CCB6AC" w14:textId="77777777" w:rsidR="00F10163" w:rsidRDefault="00F10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6057C" w14:textId="77777777" w:rsidR="00F10163" w:rsidRDefault="00F10163" w:rsidP="00C16ABF">
      <w:pPr>
        <w:spacing w:after="0" w:line="240" w:lineRule="auto"/>
      </w:pPr>
      <w:r>
        <w:separator/>
      </w:r>
    </w:p>
  </w:footnote>
  <w:footnote w:type="continuationSeparator" w:id="0">
    <w:p w14:paraId="76BC8CBF" w14:textId="77777777" w:rsidR="00F10163" w:rsidRDefault="00F10163" w:rsidP="00C16ABF">
      <w:pPr>
        <w:spacing w:after="0" w:line="240" w:lineRule="auto"/>
      </w:pPr>
      <w:r>
        <w:continuationSeparator/>
      </w:r>
    </w:p>
  </w:footnote>
  <w:footnote w:id="1">
    <w:p w14:paraId="39D7B3E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36B62"/>
    <w:rsid w:val="00042A51"/>
    <w:rsid w:val="00042D2E"/>
    <w:rsid w:val="00044C82"/>
    <w:rsid w:val="00070ED6"/>
    <w:rsid w:val="000742DC"/>
    <w:rsid w:val="00076006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0DA1"/>
    <w:rsid w:val="000C16CC"/>
    <w:rsid w:val="000D04B0"/>
    <w:rsid w:val="000F1C57"/>
    <w:rsid w:val="000F5615"/>
    <w:rsid w:val="001068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CF"/>
    <w:rsid w:val="00166A03"/>
    <w:rsid w:val="001718A7"/>
    <w:rsid w:val="001737CF"/>
    <w:rsid w:val="00173F8F"/>
    <w:rsid w:val="00176083"/>
    <w:rsid w:val="001770C7"/>
    <w:rsid w:val="00177D08"/>
    <w:rsid w:val="0019200E"/>
    <w:rsid w:val="00192F37"/>
    <w:rsid w:val="001A70D2"/>
    <w:rsid w:val="001B780D"/>
    <w:rsid w:val="001D657B"/>
    <w:rsid w:val="001D7B54"/>
    <w:rsid w:val="001E0209"/>
    <w:rsid w:val="001F1BD9"/>
    <w:rsid w:val="001F2CA2"/>
    <w:rsid w:val="00203CC3"/>
    <w:rsid w:val="00210CAE"/>
    <w:rsid w:val="002144C0"/>
    <w:rsid w:val="0022477D"/>
    <w:rsid w:val="002278A9"/>
    <w:rsid w:val="002336F9"/>
    <w:rsid w:val="0024028F"/>
    <w:rsid w:val="00244ABC"/>
    <w:rsid w:val="00262A14"/>
    <w:rsid w:val="00281FF2"/>
    <w:rsid w:val="002857DE"/>
    <w:rsid w:val="00291567"/>
    <w:rsid w:val="00296217"/>
    <w:rsid w:val="002A22BF"/>
    <w:rsid w:val="002A2389"/>
    <w:rsid w:val="002A3F0D"/>
    <w:rsid w:val="002A671D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08B0"/>
    <w:rsid w:val="003151C5"/>
    <w:rsid w:val="003343CF"/>
    <w:rsid w:val="00346FE9"/>
    <w:rsid w:val="0034759A"/>
    <w:rsid w:val="003503F6"/>
    <w:rsid w:val="003530DD"/>
    <w:rsid w:val="00363F78"/>
    <w:rsid w:val="00373B35"/>
    <w:rsid w:val="00375707"/>
    <w:rsid w:val="00382AA2"/>
    <w:rsid w:val="003A0A5B"/>
    <w:rsid w:val="003A1176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177F2"/>
    <w:rsid w:val="0042244A"/>
    <w:rsid w:val="0042745A"/>
    <w:rsid w:val="00431D5C"/>
    <w:rsid w:val="00435546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216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5594A"/>
    <w:rsid w:val="0056696D"/>
    <w:rsid w:val="00573EF9"/>
    <w:rsid w:val="0059484D"/>
    <w:rsid w:val="005A0855"/>
    <w:rsid w:val="005A2BB1"/>
    <w:rsid w:val="005A3196"/>
    <w:rsid w:val="005A4DE0"/>
    <w:rsid w:val="005C080F"/>
    <w:rsid w:val="005C55E5"/>
    <w:rsid w:val="005C696A"/>
    <w:rsid w:val="005D7AE6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060"/>
    <w:rsid w:val="006620D9"/>
    <w:rsid w:val="0066760E"/>
    <w:rsid w:val="00671958"/>
    <w:rsid w:val="00675843"/>
    <w:rsid w:val="00696477"/>
    <w:rsid w:val="006A0047"/>
    <w:rsid w:val="006A6FD0"/>
    <w:rsid w:val="006B3414"/>
    <w:rsid w:val="006B6F77"/>
    <w:rsid w:val="006C6AE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A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469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319B"/>
    <w:rsid w:val="008A45F7"/>
    <w:rsid w:val="008A4E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B72"/>
    <w:rsid w:val="00997F14"/>
    <w:rsid w:val="009A758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1C1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31D"/>
    <w:rsid w:val="00A84C85"/>
    <w:rsid w:val="00A97DE1"/>
    <w:rsid w:val="00AA48F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B44"/>
    <w:rsid w:val="00B06142"/>
    <w:rsid w:val="00B135B1"/>
    <w:rsid w:val="00B3130B"/>
    <w:rsid w:val="00B40ADB"/>
    <w:rsid w:val="00B420CC"/>
    <w:rsid w:val="00B43B77"/>
    <w:rsid w:val="00B43E80"/>
    <w:rsid w:val="00B54708"/>
    <w:rsid w:val="00B607DB"/>
    <w:rsid w:val="00B66529"/>
    <w:rsid w:val="00B75946"/>
    <w:rsid w:val="00B8056E"/>
    <w:rsid w:val="00B819C8"/>
    <w:rsid w:val="00B82308"/>
    <w:rsid w:val="00B90885"/>
    <w:rsid w:val="00BB520A"/>
    <w:rsid w:val="00BB62A4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C7303"/>
    <w:rsid w:val="00CD6897"/>
    <w:rsid w:val="00CE5BAC"/>
    <w:rsid w:val="00CF25BE"/>
    <w:rsid w:val="00CF78ED"/>
    <w:rsid w:val="00D02B25"/>
    <w:rsid w:val="00D02EBA"/>
    <w:rsid w:val="00D120F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1CC"/>
    <w:rsid w:val="00DE09C0"/>
    <w:rsid w:val="00DE4A14"/>
    <w:rsid w:val="00DE581E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57F8C"/>
    <w:rsid w:val="00E63348"/>
    <w:rsid w:val="00E7368A"/>
    <w:rsid w:val="00E77E88"/>
    <w:rsid w:val="00E8107D"/>
    <w:rsid w:val="00E82D03"/>
    <w:rsid w:val="00E960BB"/>
    <w:rsid w:val="00EA2074"/>
    <w:rsid w:val="00EA4832"/>
    <w:rsid w:val="00EA4E9D"/>
    <w:rsid w:val="00EC4899"/>
    <w:rsid w:val="00ED03AB"/>
    <w:rsid w:val="00ED32D2"/>
    <w:rsid w:val="00EE1D0C"/>
    <w:rsid w:val="00EE32DE"/>
    <w:rsid w:val="00EE5457"/>
    <w:rsid w:val="00F070AB"/>
    <w:rsid w:val="00F07C14"/>
    <w:rsid w:val="00F10163"/>
    <w:rsid w:val="00F17567"/>
    <w:rsid w:val="00F27A7B"/>
    <w:rsid w:val="00F526AF"/>
    <w:rsid w:val="00F617C3"/>
    <w:rsid w:val="00F649CD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FC60"/>
  <w15:docId w15:val="{ED6354EC-4D8E-4299-A7E9-775944F9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3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3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3B3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3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3B3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4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BB41C-532F-44BF-80FD-49AB33B4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Konto Microsoft</cp:lastModifiedBy>
  <cp:revision>2</cp:revision>
  <cp:lastPrinted>2024-09-15T16:36:00Z</cp:lastPrinted>
  <dcterms:created xsi:type="dcterms:W3CDTF">2024-09-15T16:39:00Z</dcterms:created>
  <dcterms:modified xsi:type="dcterms:W3CDTF">2024-09-15T16:39:00Z</dcterms:modified>
</cp:coreProperties>
</file>